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837" w:rsidRDefault="000E7837" w:rsidP="00FA15A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163FD">
        <w:rPr>
          <w:rFonts w:ascii="Times New Roman" w:hAnsi="Times New Roman"/>
          <w:b/>
          <w:sz w:val="24"/>
          <w:szCs w:val="24"/>
        </w:rPr>
        <w:t>Циклограмма деятельности тьютора</w:t>
      </w:r>
      <w:r>
        <w:rPr>
          <w:rFonts w:ascii="Times New Roman" w:hAnsi="Times New Roman"/>
          <w:b/>
          <w:sz w:val="24"/>
          <w:szCs w:val="24"/>
        </w:rPr>
        <w:t xml:space="preserve"> (ФИО)</w:t>
      </w:r>
    </w:p>
    <w:p w:rsidR="000E7837" w:rsidRPr="00A163FD" w:rsidRDefault="000E7837" w:rsidP="00FA15A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E7837" w:rsidRDefault="000E7837" w:rsidP="00FA15A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12410"/>
      </w:tblGrid>
      <w:tr w:rsidR="000E7837" w:rsidRPr="003C7561" w:rsidTr="003C7561">
        <w:tc>
          <w:tcPr>
            <w:tcW w:w="2376" w:type="dxa"/>
          </w:tcPr>
          <w:p w:rsidR="000E7837" w:rsidRPr="003C7561" w:rsidRDefault="000E7837" w:rsidP="003C7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561">
              <w:rPr>
                <w:rFonts w:ascii="Times New Roman" w:hAnsi="Times New Roman"/>
                <w:sz w:val="24"/>
                <w:szCs w:val="24"/>
              </w:rPr>
              <w:t>7:50-8:00</w:t>
            </w:r>
          </w:p>
        </w:tc>
        <w:tc>
          <w:tcPr>
            <w:tcW w:w="12410" w:type="dxa"/>
          </w:tcPr>
          <w:p w:rsidR="000E7837" w:rsidRPr="003C7561" w:rsidRDefault="000E7837" w:rsidP="003C7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561">
              <w:rPr>
                <w:rFonts w:ascii="Times New Roman" w:hAnsi="Times New Roman"/>
                <w:sz w:val="24"/>
                <w:szCs w:val="24"/>
              </w:rPr>
              <w:t>Подготовка рабочего места</w:t>
            </w:r>
          </w:p>
        </w:tc>
      </w:tr>
      <w:tr w:rsidR="000E7837" w:rsidRPr="003C7561" w:rsidTr="003C7561">
        <w:tc>
          <w:tcPr>
            <w:tcW w:w="2376" w:type="dxa"/>
          </w:tcPr>
          <w:p w:rsidR="000E7837" w:rsidRPr="003C7561" w:rsidRDefault="000E7837" w:rsidP="003C7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561">
              <w:rPr>
                <w:rFonts w:ascii="Times New Roman" w:hAnsi="Times New Roman"/>
                <w:sz w:val="24"/>
                <w:szCs w:val="24"/>
              </w:rPr>
              <w:t>8:00-8:15</w:t>
            </w:r>
          </w:p>
        </w:tc>
        <w:tc>
          <w:tcPr>
            <w:tcW w:w="12410" w:type="dxa"/>
          </w:tcPr>
          <w:p w:rsidR="000E7837" w:rsidRPr="003C7561" w:rsidRDefault="000E7837" w:rsidP="003C7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561">
              <w:rPr>
                <w:rFonts w:ascii="Times New Roman" w:hAnsi="Times New Roman"/>
                <w:sz w:val="24"/>
                <w:szCs w:val="24"/>
              </w:rPr>
              <w:t>Встреча ребенка</w:t>
            </w:r>
          </w:p>
        </w:tc>
      </w:tr>
      <w:tr w:rsidR="000E7837" w:rsidRPr="003C7561" w:rsidTr="003C7561">
        <w:tc>
          <w:tcPr>
            <w:tcW w:w="2376" w:type="dxa"/>
          </w:tcPr>
          <w:p w:rsidR="000E7837" w:rsidRPr="003C7561" w:rsidRDefault="000E7837" w:rsidP="003C7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561">
              <w:rPr>
                <w:rFonts w:ascii="Times New Roman" w:hAnsi="Times New Roman"/>
                <w:sz w:val="24"/>
                <w:szCs w:val="24"/>
              </w:rPr>
              <w:t>8:15-8:30</w:t>
            </w:r>
          </w:p>
        </w:tc>
        <w:tc>
          <w:tcPr>
            <w:tcW w:w="12410" w:type="dxa"/>
          </w:tcPr>
          <w:p w:rsidR="000E7837" w:rsidRPr="003C7561" w:rsidRDefault="000E7837" w:rsidP="003C7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561">
              <w:rPr>
                <w:rFonts w:ascii="Times New Roman" w:hAnsi="Times New Roman"/>
                <w:sz w:val="24"/>
                <w:szCs w:val="24"/>
              </w:rPr>
              <w:t xml:space="preserve">Подготовка рабочего места совместно с обучающимся </w:t>
            </w:r>
          </w:p>
        </w:tc>
      </w:tr>
      <w:tr w:rsidR="000E7837" w:rsidRPr="003C7561" w:rsidTr="003C7561">
        <w:tc>
          <w:tcPr>
            <w:tcW w:w="2376" w:type="dxa"/>
          </w:tcPr>
          <w:p w:rsidR="000E7837" w:rsidRPr="003C7561" w:rsidRDefault="000E7837" w:rsidP="003C7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561">
              <w:rPr>
                <w:rFonts w:ascii="Times New Roman" w:hAnsi="Times New Roman"/>
                <w:sz w:val="24"/>
                <w:szCs w:val="24"/>
              </w:rPr>
              <w:t>8:30 – 9:15</w:t>
            </w:r>
          </w:p>
        </w:tc>
        <w:tc>
          <w:tcPr>
            <w:tcW w:w="12410" w:type="dxa"/>
          </w:tcPr>
          <w:p w:rsidR="000E7837" w:rsidRPr="003C7561" w:rsidRDefault="000E7837" w:rsidP="003C7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561">
              <w:rPr>
                <w:rFonts w:ascii="Times New Roman" w:hAnsi="Times New Roman"/>
                <w:sz w:val="24"/>
                <w:szCs w:val="24"/>
              </w:rPr>
              <w:t>Проведение занятий в соответствии с расписанием общеобразовательного класса</w:t>
            </w:r>
          </w:p>
        </w:tc>
      </w:tr>
      <w:tr w:rsidR="000E7837" w:rsidRPr="003C7561" w:rsidTr="003C7561">
        <w:tc>
          <w:tcPr>
            <w:tcW w:w="2376" w:type="dxa"/>
          </w:tcPr>
          <w:p w:rsidR="000E7837" w:rsidRPr="003C7561" w:rsidRDefault="000E7837" w:rsidP="003C7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561">
              <w:rPr>
                <w:rFonts w:ascii="Times New Roman" w:hAnsi="Times New Roman"/>
                <w:sz w:val="24"/>
                <w:szCs w:val="24"/>
              </w:rPr>
              <w:t>09:15 – 09:25</w:t>
            </w:r>
          </w:p>
        </w:tc>
        <w:tc>
          <w:tcPr>
            <w:tcW w:w="12410" w:type="dxa"/>
          </w:tcPr>
          <w:p w:rsidR="000E7837" w:rsidRPr="003C7561" w:rsidRDefault="000E7837" w:rsidP="003C7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561">
              <w:rPr>
                <w:rFonts w:ascii="Times New Roman" w:hAnsi="Times New Roman"/>
                <w:sz w:val="24"/>
                <w:szCs w:val="24"/>
              </w:rPr>
              <w:t>Сопровождение ребенка в столовую (завтрак)</w:t>
            </w:r>
          </w:p>
        </w:tc>
      </w:tr>
      <w:tr w:rsidR="000E7837" w:rsidRPr="003C7561" w:rsidTr="003C7561">
        <w:tc>
          <w:tcPr>
            <w:tcW w:w="2376" w:type="dxa"/>
          </w:tcPr>
          <w:p w:rsidR="000E7837" w:rsidRPr="003C7561" w:rsidRDefault="000E7837" w:rsidP="003C7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561">
              <w:rPr>
                <w:rFonts w:ascii="Times New Roman" w:hAnsi="Times New Roman"/>
                <w:sz w:val="24"/>
                <w:szCs w:val="24"/>
              </w:rPr>
              <w:t>09:25 – 10:10</w:t>
            </w:r>
          </w:p>
        </w:tc>
        <w:tc>
          <w:tcPr>
            <w:tcW w:w="12410" w:type="dxa"/>
          </w:tcPr>
          <w:p w:rsidR="000E7837" w:rsidRPr="003C7561" w:rsidRDefault="000E7837" w:rsidP="003C7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561">
              <w:rPr>
                <w:rFonts w:ascii="Times New Roman" w:hAnsi="Times New Roman"/>
                <w:sz w:val="24"/>
                <w:szCs w:val="24"/>
              </w:rPr>
              <w:t>Проведение занятий в соответствии с расписанием общеобразовательного класса</w:t>
            </w:r>
          </w:p>
        </w:tc>
      </w:tr>
      <w:tr w:rsidR="000E7837" w:rsidRPr="003C7561" w:rsidTr="003C7561">
        <w:tc>
          <w:tcPr>
            <w:tcW w:w="2376" w:type="dxa"/>
          </w:tcPr>
          <w:p w:rsidR="000E7837" w:rsidRPr="003C7561" w:rsidRDefault="000E7837" w:rsidP="003C7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561">
              <w:rPr>
                <w:rFonts w:ascii="Times New Roman" w:hAnsi="Times New Roman"/>
                <w:sz w:val="24"/>
                <w:szCs w:val="24"/>
              </w:rPr>
              <w:t>10:10 – 10:20</w:t>
            </w:r>
          </w:p>
        </w:tc>
        <w:tc>
          <w:tcPr>
            <w:tcW w:w="12410" w:type="dxa"/>
          </w:tcPr>
          <w:p w:rsidR="000E7837" w:rsidRPr="003C7561" w:rsidRDefault="000E7837" w:rsidP="003C7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561">
              <w:rPr>
                <w:rFonts w:ascii="Times New Roman" w:hAnsi="Times New Roman"/>
                <w:sz w:val="24"/>
                <w:szCs w:val="24"/>
              </w:rPr>
              <w:t xml:space="preserve">Сопровождение ребенка в классе на перемене </w:t>
            </w:r>
          </w:p>
        </w:tc>
      </w:tr>
      <w:tr w:rsidR="000E7837" w:rsidRPr="003C7561" w:rsidTr="003C7561">
        <w:tc>
          <w:tcPr>
            <w:tcW w:w="2376" w:type="dxa"/>
          </w:tcPr>
          <w:p w:rsidR="000E7837" w:rsidRPr="003C7561" w:rsidRDefault="000E7837" w:rsidP="003C7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561">
              <w:rPr>
                <w:rFonts w:ascii="Times New Roman" w:hAnsi="Times New Roman"/>
                <w:sz w:val="24"/>
                <w:szCs w:val="24"/>
              </w:rPr>
              <w:t>10:20 – 11:05</w:t>
            </w:r>
          </w:p>
        </w:tc>
        <w:tc>
          <w:tcPr>
            <w:tcW w:w="12410" w:type="dxa"/>
          </w:tcPr>
          <w:p w:rsidR="000E7837" w:rsidRPr="003C7561" w:rsidRDefault="000E7837" w:rsidP="003C7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561">
              <w:rPr>
                <w:rFonts w:ascii="Times New Roman" w:hAnsi="Times New Roman"/>
                <w:sz w:val="24"/>
                <w:szCs w:val="24"/>
              </w:rPr>
              <w:t>Проведение занятий в соответствии с расписанием общеобразовательного класса</w:t>
            </w:r>
          </w:p>
        </w:tc>
      </w:tr>
      <w:tr w:rsidR="000E7837" w:rsidRPr="003C7561" w:rsidTr="003C7561">
        <w:tc>
          <w:tcPr>
            <w:tcW w:w="2376" w:type="dxa"/>
          </w:tcPr>
          <w:p w:rsidR="000E7837" w:rsidRPr="003C7561" w:rsidRDefault="000E7837" w:rsidP="003C7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561">
              <w:rPr>
                <w:rFonts w:ascii="Times New Roman" w:hAnsi="Times New Roman"/>
                <w:sz w:val="24"/>
                <w:szCs w:val="24"/>
              </w:rPr>
              <w:t>11:05 – 11:25</w:t>
            </w:r>
          </w:p>
        </w:tc>
        <w:tc>
          <w:tcPr>
            <w:tcW w:w="12410" w:type="dxa"/>
          </w:tcPr>
          <w:p w:rsidR="000E7837" w:rsidRPr="003C7561" w:rsidRDefault="000E7837" w:rsidP="003C7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561">
              <w:rPr>
                <w:rFonts w:ascii="Times New Roman" w:hAnsi="Times New Roman"/>
                <w:sz w:val="24"/>
                <w:szCs w:val="24"/>
              </w:rPr>
              <w:t>Сопровождение ребенка в классе на перемене</w:t>
            </w:r>
          </w:p>
        </w:tc>
      </w:tr>
      <w:tr w:rsidR="000E7837" w:rsidRPr="003C7561" w:rsidTr="003C7561">
        <w:tc>
          <w:tcPr>
            <w:tcW w:w="2376" w:type="dxa"/>
          </w:tcPr>
          <w:p w:rsidR="000E7837" w:rsidRPr="003C7561" w:rsidRDefault="000E7837" w:rsidP="003C7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561">
              <w:rPr>
                <w:rFonts w:ascii="Times New Roman" w:hAnsi="Times New Roman"/>
                <w:sz w:val="24"/>
                <w:szCs w:val="24"/>
              </w:rPr>
              <w:t>11:25 – 12:10</w:t>
            </w:r>
          </w:p>
        </w:tc>
        <w:tc>
          <w:tcPr>
            <w:tcW w:w="12410" w:type="dxa"/>
          </w:tcPr>
          <w:p w:rsidR="000E7837" w:rsidRPr="003C7561" w:rsidRDefault="000E7837" w:rsidP="003C7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561">
              <w:rPr>
                <w:rFonts w:ascii="Times New Roman" w:hAnsi="Times New Roman"/>
                <w:sz w:val="24"/>
                <w:szCs w:val="24"/>
              </w:rPr>
              <w:t>Проведение занятий в соответствии с расписанием общеобразовательного класса</w:t>
            </w:r>
          </w:p>
        </w:tc>
      </w:tr>
      <w:tr w:rsidR="000E7837" w:rsidRPr="003C7561" w:rsidTr="003C7561">
        <w:tc>
          <w:tcPr>
            <w:tcW w:w="2376" w:type="dxa"/>
          </w:tcPr>
          <w:p w:rsidR="000E7837" w:rsidRPr="003C7561" w:rsidRDefault="000E7837" w:rsidP="003C7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561">
              <w:rPr>
                <w:rFonts w:ascii="Times New Roman" w:hAnsi="Times New Roman"/>
                <w:sz w:val="24"/>
                <w:szCs w:val="24"/>
              </w:rPr>
              <w:t>12:10 – 12:30</w:t>
            </w:r>
          </w:p>
        </w:tc>
        <w:tc>
          <w:tcPr>
            <w:tcW w:w="12410" w:type="dxa"/>
          </w:tcPr>
          <w:p w:rsidR="000E7837" w:rsidRPr="003C7561" w:rsidRDefault="000E7837" w:rsidP="003C7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561">
              <w:rPr>
                <w:rFonts w:ascii="Times New Roman" w:hAnsi="Times New Roman"/>
                <w:sz w:val="24"/>
                <w:szCs w:val="24"/>
              </w:rPr>
              <w:t>Сопровождение ребенка в столовую (обед)</w:t>
            </w:r>
          </w:p>
        </w:tc>
      </w:tr>
      <w:tr w:rsidR="000E7837" w:rsidRPr="003C7561" w:rsidTr="003C7561">
        <w:tc>
          <w:tcPr>
            <w:tcW w:w="2376" w:type="dxa"/>
          </w:tcPr>
          <w:p w:rsidR="000E7837" w:rsidRPr="003C7561" w:rsidRDefault="000E7837" w:rsidP="003C7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561">
              <w:rPr>
                <w:rFonts w:ascii="Times New Roman" w:hAnsi="Times New Roman"/>
                <w:sz w:val="24"/>
                <w:szCs w:val="24"/>
              </w:rPr>
              <w:t>12:30 – 13:15</w:t>
            </w:r>
          </w:p>
        </w:tc>
        <w:tc>
          <w:tcPr>
            <w:tcW w:w="12410" w:type="dxa"/>
          </w:tcPr>
          <w:p w:rsidR="000E7837" w:rsidRPr="003C7561" w:rsidRDefault="000E7837" w:rsidP="003C7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561">
              <w:rPr>
                <w:rFonts w:ascii="Times New Roman" w:hAnsi="Times New Roman"/>
                <w:sz w:val="24"/>
                <w:szCs w:val="24"/>
              </w:rPr>
              <w:t>Проведение занятий в соответствии с расписанием общеобразовательного класса</w:t>
            </w:r>
          </w:p>
        </w:tc>
      </w:tr>
      <w:tr w:rsidR="000E7837" w:rsidRPr="003C7561" w:rsidTr="003C7561">
        <w:tc>
          <w:tcPr>
            <w:tcW w:w="2376" w:type="dxa"/>
          </w:tcPr>
          <w:p w:rsidR="000E7837" w:rsidRPr="003C7561" w:rsidRDefault="000E7837" w:rsidP="003C7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561">
              <w:rPr>
                <w:rFonts w:ascii="Times New Roman" w:hAnsi="Times New Roman"/>
                <w:sz w:val="24"/>
                <w:szCs w:val="24"/>
              </w:rPr>
              <w:t>13:15 – 14:00</w:t>
            </w:r>
          </w:p>
        </w:tc>
        <w:tc>
          <w:tcPr>
            <w:tcW w:w="12410" w:type="dxa"/>
          </w:tcPr>
          <w:p w:rsidR="000E7837" w:rsidRPr="003C7561" w:rsidRDefault="000E7837" w:rsidP="003C7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561">
              <w:rPr>
                <w:rFonts w:ascii="Times New Roman" w:hAnsi="Times New Roman"/>
                <w:sz w:val="24"/>
                <w:szCs w:val="24"/>
              </w:rPr>
              <w:t>Занятие в группе продленного дня (выполнение домашнего задания)</w:t>
            </w:r>
          </w:p>
        </w:tc>
      </w:tr>
      <w:tr w:rsidR="000E7837" w:rsidRPr="003C7561" w:rsidTr="003C7561">
        <w:tc>
          <w:tcPr>
            <w:tcW w:w="2376" w:type="dxa"/>
          </w:tcPr>
          <w:p w:rsidR="000E7837" w:rsidRPr="003C7561" w:rsidRDefault="000E7837" w:rsidP="003C7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561">
              <w:rPr>
                <w:rFonts w:ascii="Times New Roman" w:hAnsi="Times New Roman"/>
                <w:sz w:val="24"/>
                <w:szCs w:val="24"/>
              </w:rPr>
              <w:t>14:00-15:00</w:t>
            </w:r>
          </w:p>
        </w:tc>
        <w:tc>
          <w:tcPr>
            <w:tcW w:w="12410" w:type="dxa"/>
          </w:tcPr>
          <w:p w:rsidR="000E7837" w:rsidRPr="003C7561" w:rsidRDefault="000E7837" w:rsidP="003C7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561">
              <w:rPr>
                <w:rFonts w:ascii="Times New Roman" w:hAnsi="Times New Roman"/>
                <w:sz w:val="24"/>
                <w:szCs w:val="24"/>
              </w:rPr>
              <w:t>Сопровождение в сенсорную комнату для коррекционного занятия или сопровождение на занятия в кружке по шахматам</w:t>
            </w:r>
          </w:p>
        </w:tc>
      </w:tr>
      <w:tr w:rsidR="000E7837" w:rsidRPr="003C7561" w:rsidTr="003C7561">
        <w:tc>
          <w:tcPr>
            <w:tcW w:w="2376" w:type="dxa"/>
          </w:tcPr>
          <w:p w:rsidR="000E7837" w:rsidRPr="003C7561" w:rsidRDefault="000E7837" w:rsidP="003C7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561">
              <w:rPr>
                <w:rFonts w:ascii="Times New Roman" w:hAnsi="Times New Roman"/>
                <w:sz w:val="24"/>
                <w:szCs w:val="24"/>
              </w:rPr>
              <w:t>15:00-15:10</w:t>
            </w:r>
          </w:p>
        </w:tc>
        <w:tc>
          <w:tcPr>
            <w:tcW w:w="12410" w:type="dxa"/>
          </w:tcPr>
          <w:p w:rsidR="000E7837" w:rsidRPr="003C7561" w:rsidRDefault="000E7837" w:rsidP="003C7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561">
              <w:rPr>
                <w:rFonts w:ascii="Times New Roman" w:hAnsi="Times New Roman"/>
                <w:sz w:val="24"/>
                <w:szCs w:val="24"/>
              </w:rPr>
              <w:t>Передача ребенка родителям</w:t>
            </w:r>
          </w:p>
        </w:tc>
      </w:tr>
      <w:tr w:rsidR="000E7837" w:rsidRPr="003C7561" w:rsidTr="003C7561">
        <w:tc>
          <w:tcPr>
            <w:tcW w:w="2376" w:type="dxa"/>
          </w:tcPr>
          <w:p w:rsidR="000E7837" w:rsidRPr="003C7561" w:rsidRDefault="000E7837" w:rsidP="003C7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561">
              <w:rPr>
                <w:rFonts w:ascii="Times New Roman" w:hAnsi="Times New Roman"/>
                <w:sz w:val="24"/>
                <w:szCs w:val="24"/>
              </w:rPr>
              <w:t>15:10-15:30</w:t>
            </w:r>
          </w:p>
        </w:tc>
        <w:tc>
          <w:tcPr>
            <w:tcW w:w="12410" w:type="dxa"/>
          </w:tcPr>
          <w:p w:rsidR="000E7837" w:rsidRPr="003C7561" w:rsidRDefault="000E7837" w:rsidP="003C7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561">
              <w:rPr>
                <w:rFonts w:ascii="Times New Roman" w:hAnsi="Times New Roman"/>
                <w:sz w:val="24"/>
                <w:szCs w:val="24"/>
              </w:rPr>
              <w:t xml:space="preserve">Заполнение документации, подготовка адаптированных материалов к занятиям </w:t>
            </w:r>
          </w:p>
        </w:tc>
      </w:tr>
    </w:tbl>
    <w:p w:rsidR="000E7837" w:rsidRPr="007F471B" w:rsidRDefault="000E7837" w:rsidP="00FA15A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0E7837" w:rsidRDefault="000E7837">
      <w:bookmarkStart w:id="0" w:name="_GoBack"/>
      <w:bookmarkEnd w:id="0"/>
    </w:p>
    <w:sectPr w:rsidR="000E7837" w:rsidSect="00FA15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15AA"/>
    <w:rsid w:val="000E1CA3"/>
    <w:rsid w:val="000E7837"/>
    <w:rsid w:val="00136EFB"/>
    <w:rsid w:val="00216B5D"/>
    <w:rsid w:val="003666DE"/>
    <w:rsid w:val="003C7561"/>
    <w:rsid w:val="004520F2"/>
    <w:rsid w:val="007F353E"/>
    <w:rsid w:val="007F471B"/>
    <w:rsid w:val="00A163FD"/>
    <w:rsid w:val="00DA3746"/>
    <w:rsid w:val="00DE3DB7"/>
    <w:rsid w:val="00E52DD6"/>
    <w:rsid w:val="00EA1FB7"/>
    <w:rsid w:val="00FA1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5A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A15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1</Pages>
  <Words>176</Words>
  <Characters>1006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ibatluzkaya</cp:lastModifiedBy>
  <cp:revision>3</cp:revision>
  <dcterms:created xsi:type="dcterms:W3CDTF">2017-09-25T11:42:00Z</dcterms:created>
  <dcterms:modified xsi:type="dcterms:W3CDTF">2020-10-13T09:44:00Z</dcterms:modified>
</cp:coreProperties>
</file>